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B3572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="00CD6897" w:rsidRPr="00E960BB">
        <w:rPr>
          <w:rFonts w:ascii="Corbel" w:hAnsi="Corbel"/>
          <w:bCs/>
          <w:i/>
        </w:rPr>
        <w:t xml:space="preserve"> nr</w:t>
      </w:r>
      <w:proofErr w:type="gramEnd"/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324279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D0EFE27" w14:textId="49014DD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proofErr w:type="gramStart"/>
      <w:r w:rsidRPr="009C54AE">
        <w:rPr>
          <w:rFonts w:ascii="Corbel" w:hAnsi="Corbel"/>
          <w:b/>
          <w:smallCaps/>
          <w:sz w:val="24"/>
          <w:szCs w:val="24"/>
        </w:rPr>
        <w:t>dotyczy</w:t>
      </w:r>
      <w:proofErr w:type="gramEnd"/>
      <w:r w:rsidRPr="009C54AE">
        <w:rPr>
          <w:rFonts w:ascii="Corbel" w:hAnsi="Corbel"/>
          <w:b/>
          <w:smallCaps/>
          <w:sz w:val="24"/>
          <w:szCs w:val="24"/>
        </w:rPr>
        <w:t xml:space="preserve">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F2C48">
        <w:rPr>
          <w:rFonts w:ascii="Corbel" w:hAnsi="Corbel"/>
          <w:b/>
          <w:smallCaps/>
          <w:sz w:val="24"/>
          <w:szCs w:val="24"/>
        </w:rPr>
        <w:t>2021-2024</w:t>
      </w:r>
    </w:p>
    <w:p w14:paraId="23391083" w14:textId="1955307A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9F2C48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F3B2C1B" w14:textId="32AC814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E42D51">
        <w:rPr>
          <w:rFonts w:ascii="Corbel" w:hAnsi="Corbel"/>
          <w:sz w:val="20"/>
          <w:szCs w:val="20"/>
        </w:rPr>
        <w:t xml:space="preserve">ok akademicki </w:t>
      </w:r>
      <w:r w:rsidR="009F2C48">
        <w:rPr>
          <w:rFonts w:ascii="Corbel" w:hAnsi="Corbel"/>
          <w:sz w:val="20"/>
          <w:szCs w:val="20"/>
        </w:rPr>
        <w:t>2021/2022</w:t>
      </w:r>
    </w:p>
    <w:p w14:paraId="7C1802B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2C15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CB6BCFC" w14:textId="77777777" w:rsidTr="00B819C8">
        <w:tc>
          <w:tcPr>
            <w:tcW w:w="2694" w:type="dxa"/>
            <w:vAlign w:val="center"/>
          </w:tcPr>
          <w:p w14:paraId="7652B01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D395D22" w14:textId="77777777" w:rsidR="0085747A" w:rsidRPr="009F2C48" w:rsidRDefault="000B3A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F2C48">
              <w:rPr>
                <w:rFonts w:ascii="Corbel" w:hAnsi="Corbel"/>
                <w:sz w:val="24"/>
                <w:szCs w:val="24"/>
              </w:rPr>
              <w:t>Podstawy s</w:t>
            </w:r>
            <w:r w:rsidR="009C2DD9" w:rsidRPr="009F2C48">
              <w:rPr>
                <w:rFonts w:ascii="Corbel" w:hAnsi="Corbel"/>
                <w:sz w:val="24"/>
                <w:szCs w:val="24"/>
              </w:rPr>
              <w:t>tatystyk</w:t>
            </w:r>
            <w:r w:rsidRPr="009F2C48">
              <w:rPr>
                <w:rFonts w:ascii="Corbel" w:hAnsi="Corbel"/>
                <w:sz w:val="24"/>
                <w:szCs w:val="24"/>
              </w:rPr>
              <w:t>i</w:t>
            </w:r>
          </w:p>
        </w:tc>
      </w:tr>
      <w:tr w:rsidR="0085747A" w:rsidRPr="009C54AE" w14:paraId="6C8D702A" w14:textId="77777777" w:rsidTr="00B819C8">
        <w:tc>
          <w:tcPr>
            <w:tcW w:w="2694" w:type="dxa"/>
            <w:vAlign w:val="center"/>
          </w:tcPr>
          <w:p w14:paraId="097D155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A9A0E0" w14:textId="39A561E8" w:rsidR="0085747A" w:rsidRPr="009C54AE" w:rsidRDefault="0085555B" w:rsidP="008555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D25B1">
              <w:rPr>
                <w:rFonts w:ascii="Corbel" w:hAnsi="Corbel"/>
                <w:b w:val="0"/>
                <w:sz w:val="24"/>
                <w:szCs w:val="24"/>
              </w:rPr>
              <w:t>1S[2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]</w:t>
            </w:r>
            <w:r w:rsidR="00982C1A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_0</w:t>
            </w:r>
            <w:r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85747A" w:rsidRPr="009C54AE" w14:paraId="356EB259" w14:textId="77777777" w:rsidTr="00B819C8">
        <w:tc>
          <w:tcPr>
            <w:tcW w:w="2694" w:type="dxa"/>
            <w:vAlign w:val="center"/>
          </w:tcPr>
          <w:p w14:paraId="0914DD58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proofErr w:type="gramStart"/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proofErr w:type="gramEnd"/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07C239B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6AFC83" w14:textId="77777777" w:rsidTr="00B819C8">
        <w:tc>
          <w:tcPr>
            <w:tcW w:w="2694" w:type="dxa"/>
            <w:vAlign w:val="center"/>
          </w:tcPr>
          <w:p w14:paraId="72BCCD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1C3D5D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10A537E" w14:textId="77777777" w:rsidTr="00B819C8">
        <w:tc>
          <w:tcPr>
            <w:tcW w:w="2694" w:type="dxa"/>
            <w:vAlign w:val="center"/>
          </w:tcPr>
          <w:p w14:paraId="316624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9BC611" w14:textId="77777777" w:rsidR="0085747A" w:rsidRPr="009C54AE" w:rsidRDefault="0085555B" w:rsidP="008555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1539CE43" w14:textId="77777777" w:rsidTr="00B819C8">
        <w:tc>
          <w:tcPr>
            <w:tcW w:w="2694" w:type="dxa"/>
            <w:vAlign w:val="center"/>
          </w:tcPr>
          <w:p w14:paraId="5431D00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0692C8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329B3B8E" w14:textId="77777777" w:rsidTr="00B819C8">
        <w:tc>
          <w:tcPr>
            <w:tcW w:w="2694" w:type="dxa"/>
            <w:vAlign w:val="center"/>
          </w:tcPr>
          <w:p w14:paraId="65AA9E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D8AD85C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gramEnd"/>
          </w:p>
        </w:tc>
      </w:tr>
      <w:tr w:rsidR="0085747A" w:rsidRPr="009C54AE" w14:paraId="2A35234D" w14:textId="77777777" w:rsidTr="00B819C8">
        <w:tc>
          <w:tcPr>
            <w:tcW w:w="2694" w:type="dxa"/>
            <w:vAlign w:val="center"/>
          </w:tcPr>
          <w:p w14:paraId="084893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46B25A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  <w:proofErr w:type="gramEnd"/>
          </w:p>
        </w:tc>
      </w:tr>
      <w:tr w:rsidR="0085747A" w:rsidRPr="009C54AE" w14:paraId="68DDA45B" w14:textId="77777777" w:rsidTr="00B819C8">
        <w:tc>
          <w:tcPr>
            <w:tcW w:w="2694" w:type="dxa"/>
            <w:vAlign w:val="center"/>
          </w:tcPr>
          <w:p w14:paraId="53981D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DAE0AB6" w14:textId="77777777" w:rsidR="0085747A" w:rsidRPr="009C54AE" w:rsidRDefault="009C2DD9" w:rsidP="009C2D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6438AD4A" w14:textId="77777777" w:rsidTr="00B819C8">
        <w:tc>
          <w:tcPr>
            <w:tcW w:w="2694" w:type="dxa"/>
            <w:vAlign w:val="center"/>
          </w:tcPr>
          <w:p w14:paraId="19F738C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49546D" w14:textId="746859EE" w:rsidR="0085747A" w:rsidRPr="009C54AE" w:rsidRDefault="004870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  <w:proofErr w:type="gramEnd"/>
          </w:p>
        </w:tc>
      </w:tr>
      <w:tr w:rsidR="00923D7D" w:rsidRPr="009C54AE" w14:paraId="2E568C3D" w14:textId="77777777" w:rsidTr="00B819C8">
        <w:tc>
          <w:tcPr>
            <w:tcW w:w="2694" w:type="dxa"/>
            <w:vAlign w:val="center"/>
          </w:tcPr>
          <w:p w14:paraId="6D5CEBF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D534C7" w14:textId="77777777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jęz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>. polski</w:t>
            </w:r>
          </w:p>
        </w:tc>
      </w:tr>
      <w:tr w:rsidR="0085747A" w:rsidRPr="009C54AE" w14:paraId="16FE51B9" w14:textId="77777777" w:rsidTr="00B819C8">
        <w:tc>
          <w:tcPr>
            <w:tcW w:w="2694" w:type="dxa"/>
            <w:vAlign w:val="center"/>
          </w:tcPr>
          <w:p w14:paraId="494EC0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454F41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="0085747A" w:rsidRPr="009C54AE" w14:paraId="00D5B38A" w14:textId="77777777" w:rsidTr="00B819C8">
        <w:tc>
          <w:tcPr>
            <w:tcW w:w="2694" w:type="dxa"/>
            <w:vAlign w:val="center"/>
          </w:tcPr>
          <w:p w14:paraId="3591E9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9AEC559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14:paraId="21555E3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30B6C5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47680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6FD69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0FFD4B0" w14:textId="77777777" w:rsidTr="009F2C4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980D" w14:textId="77777777" w:rsidR="00015B8F" w:rsidRDefault="00015B8F" w:rsidP="009F2C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BE0EBAF" w14:textId="77777777" w:rsidR="00015B8F" w:rsidRPr="009C54AE" w:rsidRDefault="002B5EA0" w:rsidP="009F2C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E84EB" w14:textId="77777777" w:rsidR="00015B8F" w:rsidRPr="009C54AE" w:rsidRDefault="00015B8F" w:rsidP="009F2C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E1E3C" w14:textId="77777777" w:rsidR="00015B8F" w:rsidRPr="009C54AE" w:rsidRDefault="00015B8F" w:rsidP="009F2C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ACF19" w14:textId="77777777" w:rsidR="00015B8F" w:rsidRPr="009C54AE" w:rsidRDefault="00015B8F" w:rsidP="009F2C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7A9C0" w14:textId="77777777" w:rsidR="00015B8F" w:rsidRPr="009C54AE" w:rsidRDefault="00015B8F" w:rsidP="009F2C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82960" w14:textId="77777777" w:rsidR="00015B8F" w:rsidRPr="009C54AE" w:rsidRDefault="00015B8F" w:rsidP="009F2C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8472D" w14:textId="77777777" w:rsidR="00015B8F" w:rsidRPr="009C54AE" w:rsidRDefault="00015B8F" w:rsidP="009F2C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F7A90" w14:textId="77777777" w:rsidR="00015B8F" w:rsidRPr="009C54AE" w:rsidRDefault="00015B8F" w:rsidP="009F2C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DD1D5" w14:textId="77777777" w:rsidR="00015B8F" w:rsidRPr="009C54AE" w:rsidRDefault="00015B8F" w:rsidP="009F2C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7CB52" w14:textId="77777777" w:rsidR="00015B8F" w:rsidRPr="009C54AE" w:rsidRDefault="00015B8F" w:rsidP="009F2C4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514E29C" w14:textId="77777777" w:rsidTr="009F2C4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F6438" w14:textId="77777777" w:rsidR="00015B8F" w:rsidRPr="009C54AE" w:rsidRDefault="009C2DD9" w:rsidP="009F2C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46AA0" w14:textId="77777777" w:rsidR="00015B8F" w:rsidRPr="009C54AE" w:rsidRDefault="00015B8F" w:rsidP="009F2C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2B07" w14:textId="254E3C2B" w:rsidR="00015B8F" w:rsidRPr="009C54AE" w:rsidRDefault="00015B8F" w:rsidP="009F2C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EA082" w14:textId="77777777" w:rsidR="00015B8F" w:rsidRPr="009C54AE" w:rsidRDefault="00015B8F" w:rsidP="009F2C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06375" w14:textId="1D9D2B52" w:rsidR="00015B8F" w:rsidRPr="009C54AE" w:rsidRDefault="000262B6" w:rsidP="009F2C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45D3D" w14:textId="77777777" w:rsidR="00015B8F" w:rsidRPr="009C54AE" w:rsidRDefault="00015B8F" w:rsidP="009F2C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9CFEB" w14:textId="77777777" w:rsidR="00015B8F" w:rsidRPr="009C54AE" w:rsidRDefault="00015B8F" w:rsidP="009F2C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2D47" w14:textId="77777777" w:rsidR="00015B8F" w:rsidRPr="009C54AE" w:rsidRDefault="00015B8F" w:rsidP="009F2C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04DD" w14:textId="77777777" w:rsidR="00015B8F" w:rsidRPr="009C54AE" w:rsidRDefault="00015B8F" w:rsidP="009F2C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66BB" w14:textId="77777777" w:rsidR="00015B8F" w:rsidRPr="009C54AE" w:rsidRDefault="0085555B" w:rsidP="009F2C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40B10C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DEF6B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5ABCC7B" w14:textId="7BFA7D46" w:rsidR="0085747A" w:rsidRPr="009C54AE" w:rsidRDefault="004870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8700A">
        <w:rPr>
          <w:rFonts w:ascii="MS Gothic" w:eastAsia="MS Gothic" w:hAnsi="MS Gothic" w:cs="MS Gothic" w:hint="eastAsia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AD06A2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884D0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456DF5" w14:textId="0ACA190F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8700A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CFC3684" w14:textId="77777777" w:rsidR="009F2C48" w:rsidRDefault="009F2C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98414B" w14:textId="1EE89DD8" w:rsidR="009C54AE" w:rsidRDefault="00ED25B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  <w:proofErr w:type="gramStart"/>
      <w:r w:rsidR="008C5C98">
        <w:rPr>
          <w:rFonts w:ascii="Corbel" w:hAnsi="Corbel"/>
          <w:b w:val="0"/>
          <w:szCs w:val="24"/>
        </w:rPr>
        <w:t>zaliczenie</w:t>
      </w:r>
      <w:proofErr w:type="gramEnd"/>
      <w:r w:rsidR="008C5C98">
        <w:rPr>
          <w:rFonts w:ascii="Corbel" w:hAnsi="Corbel"/>
          <w:b w:val="0"/>
          <w:szCs w:val="24"/>
        </w:rPr>
        <w:t xml:space="preserve"> z oceną</w:t>
      </w:r>
    </w:p>
    <w:p w14:paraId="700DCCA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71573E" w14:textId="52C457F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17096A5" w14:textId="77777777" w:rsidR="009F2C48" w:rsidRPr="009C54AE" w:rsidRDefault="009F2C4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117247" w14:textId="77777777" w:rsidTr="00745302">
        <w:tc>
          <w:tcPr>
            <w:tcW w:w="9670" w:type="dxa"/>
          </w:tcPr>
          <w:p w14:paraId="032CDC70" w14:textId="77777777" w:rsidR="0085747A" w:rsidRPr="009C54AE" w:rsidRDefault="0085555B" w:rsidP="008555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Matematyka na poziomie szkoły średniej</w:t>
            </w:r>
          </w:p>
        </w:tc>
      </w:tr>
    </w:tbl>
    <w:p w14:paraId="1759F37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DE4617" w14:textId="67501CF1" w:rsidR="0085747A" w:rsidRPr="00C05F44" w:rsidRDefault="009F2C48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proofErr w:type="gramStart"/>
      <w:r w:rsidR="00A84C85">
        <w:rPr>
          <w:rFonts w:ascii="Corbel" w:hAnsi="Corbel"/>
          <w:szCs w:val="24"/>
        </w:rPr>
        <w:t>cele</w:t>
      </w:r>
      <w:proofErr w:type="gramEnd"/>
      <w:r w:rsidR="00A84C85">
        <w:rPr>
          <w:rFonts w:ascii="Corbel" w:hAnsi="Corbel"/>
          <w:szCs w:val="24"/>
        </w:rPr>
        <w:t>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A33D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F5CE6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DFB723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555B" w:rsidRPr="009C54AE" w14:paraId="409C03B4" w14:textId="77777777" w:rsidTr="00C121BE">
        <w:tc>
          <w:tcPr>
            <w:tcW w:w="851" w:type="dxa"/>
            <w:vAlign w:val="center"/>
          </w:tcPr>
          <w:p w14:paraId="125AC344" w14:textId="77777777" w:rsidR="0085555B" w:rsidRPr="009C54AE" w:rsidRDefault="0085555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3F01BC27" w14:textId="77777777" w:rsidR="0085555B" w:rsidRPr="0085555B" w:rsidRDefault="0085555B" w:rsidP="00FF12EF">
            <w:pPr>
              <w:rPr>
                <w:rFonts w:ascii="Corbel" w:hAnsi="Corbel"/>
                <w:sz w:val="24"/>
                <w:szCs w:val="24"/>
              </w:rPr>
            </w:pPr>
            <w:r w:rsidRPr="0085555B">
              <w:rPr>
                <w:rFonts w:ascii="Corbel" w:hAnsi="Corbel"/>
                <w:sz w:val="24"/>
                <w:szCs w:val="24"/>
              </w:rPr>
              <w:t>Wyrobienie u studentów kierunku praca socjalna praktycznych umiejętności zastosowania arkusza kalkulacyjnego w celu przetwarzania danych statystycznych oraz analizy uzyskanych danych.</w:t>
            </w:r>
          </w:p>
        </w:tc>
      </w:tr>
      <w:tr w:rsidR="0085555B" w:rsidRPr="009C54AE" w14:paraId="65F8910C" w14:textId="77777777" w:rsidTr="00C121BE">
        <w:tc>
          <w:tcPr>
            <w:tcW w:w="851" w:type="dxa"/>
            <w:vAlign w:val="center"/>
          </w:tcPr>
          <w:p w14:paraId="3C46DA92" w14:textId="77777777" w:rsidR="0085555B" w:rsidRPr="009C54AE" w:rsidRDefault="0085555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53BE623" w14:textId="77777777" w:rsidR="0085555B" w:rsidRPr="0085555B" w:rsidRDefault="0085555B" w:rsidP="00FF12EF">
            <w:pPr>
              <w:rPr>
                <w:rFonts w:ascii="Corbel" w:hAnsi="Corbel"/>
                <w:sz w:val="24"/>
                <w:szCs w:val="24"/>
              </w:rPr>
            </w:pPr>
            <w:r w:rsidRPr="0085555B">
              <w:rPr>
                <w:rFonts w:ascii="Corbel" w:hAnsi="Corbel"/>
                <w:sz w:val="24"/>
                <w:szCs w:val="24"/>
              </w:rPr>
              <w:t>Wyrobienie u studentów kierunku praca socjalna umiejętności poszukiwania danych statystycznych z ogólnodostępnych źródeł internetowych na potrzeby prowadzenia analiz z zakresu pomocy społecznej (pracy socjalnej)</w:t>
            </w:r>
          </w:p>
        </w:tc>
      </w:tr>
    </w:tbl>
    <w:p w14:paraId="0BE16C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0771B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2A3822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128CC46" w14:textId="77777777" w:rsidTr="0071620A">
        <w:tc>
          <w:tcPr>
            <w:tcW w:w="1701" w:type="dxa"/>
            <w:vAlign w:val="center"/>
          </w:tcPr>
          <w:p w14:paraId="65C5F7B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6BD6C5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BF13FC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9F6548E" w14:textId="77777777" w:rsidTr="005E6E85">
        <w:tc>
          <w:tcPr>
            <w:tcW w:w="1701" w:type="dxa"/>
          </w:tcPr>
          <w:p w14:paraId="253173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288F59" w14:textId="715465A3" w:rsidR="0085747A" w:rsidRPr="009C54AE" w:rsidRDefault="0048700A" w:rsidP="00F45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415049">
              <w:rPr>
                <w:rFonts w:ascii="Corbel" w:hAnsi="Corbel"/>
                <w:b w:val="0"/>
                <w:smallCaps w:val="0"/>
                <w:szCs w:val="24"/>
              </w:rPr>
              <w:t>ie jak organizować i agregować dane niezbędne do analiz w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0103CB9" w14:textId="4900A02C" w:rsidR="0085747A" w:rsidRPr="009C54AE" w:rsidRDefault="00F4521E" w:rsidP="00855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E55C5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5555B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9C54AE" w14:paraId="16CFA77D" w14:textId="77777777" w:rsidTr="005E6E85">
        <w:tc>
          <w:tcPr>
            <w:tcW w:w="1701" w:type="dxa"/>
          </w:tcPr>
          <w:p w14:paraId="7A16B32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E320C0" w14:textId="455B0CFE" w:rsidR="0085747A" w:rsidRPr="009C54AE" w:rsidRDefault="0048700A" w:rsidP="004870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samodzielnie analizować </w:t>
            </w:r>
            <w:r w:rsidR="00ED25B1" w:rsidRPr="00ED25B1">
              <w:rPr>
                <w:rFonts w:ascii="Corbel" w:hAnsi="Corbel"/>
                <w:b w:val="0"/>
                <w:smallCaps w:val="0"/>
                <w:szCs w:val="24"/>
              </w:rPr>
              <w:t>pochodzenie zjawisk społecznych w socjologii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je prognozować.</w:t>
            </w:r>
          </w:p>
        </w:tc>
        <w:tc>
          <w:tcPr>
            <w:tcW w:w="1873" w:type="dxa"/>
          </w:tcPr>
          <w:p w14:paraId="4B6C5A43" w14:textId="7BA5DD10" w:rsidR="0085747A" w:rsidRPr="009C54AE" w:rsidRDefault="00F4521E" w:rsidP="00ED25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E55C53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D25B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5747A" w:rsidRPr="009C54AE" w14:paraId="6D1CC290" w14:textId="77777777" w:rsidTr="005E6E85">
        <w:tc>
          <w:tcPr>
            <w:tcW w:w="1701" w:type="dxa"/>
          </w:tcPr>
          <w:p w14:paraId="37593682" w14:textId="77777777" w:rsidR="0085747A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48CF9BB" w14:textId="0B02473A" w:rsidR="0085747A" w:rsidRPr="009C54AE" w:rsidRDefault="0048700A" w:rsidP="004870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ED25B1" w:rsidRPr="00ED25B1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opracowywać i analizować przy użyciu komputera dane gromadzone przez pracowników socjalnych.</w:t>
            </w:r>
          </w:p>
        </w:tc>
        <w:tc>
          <w:tcPr>
            <w:tcW w:w="1873" w:type="dxa"/>
          </w:tcPr>
          <w:p w14:paraId="5F557956" w14:textId="23DF8D34" w:rsidR="0085747A" w:rsidRPr="009C54AE" w:rsidRDefault="00F4521E" w:rsidP="00ED25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E55C53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D25B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036104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03E07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C6CA5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44E0DC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542CE3" w14:textId="77777777" w:rsidTr="00982C1A">
        <w:tc>
          <w:tcPr>
            <w:tcW w:w="9520" w:type="dxa"/>
          </w:tcPr>
          <w:p w14:paraId="11745E5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25B1" w:rsidRPr="009C54AE" w14:paraId="20F0C7AB" w14:textId="77777777" w:rsidTr="00982C1A">
        <w:tc>
          <w:tcPr>
            <w:tcW w:w="9520" w:type="dxa"/>
          </w:tcPr>
          <w:p w14:paraId="104ACEEB" w14:textId="07734410" w:rsidR="00ED25B1" w:rsidRPr="00ED25B1" w:rsidRDefault="009F2C48" w:rsidP="0052791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42DE5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D7F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9B1E8D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F3AFAA" w14:textId="77777777" w:rsidTr="00923D7D">
        <w:tc>
          <w:tcPr>
            <w:tcW w:w="9639" w:type="dxa"/>
          </w:tcPr>
          <w:p w14:paraId="193F357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5049" w:rsidRPr="009C54AE" w14:paraId="448DFF6F" w14:textId="77777777" w:rsidTr="00923D7D">
        <w:tc>
          <w:tcPr>
            <w:tcW w:w="9639" w:type="dxa"/>
          </w:tcPr>
          <w:p w14:paraId="27A6C987" w14:textId="77777777" w:rsidR="00415049" w:rsidRPr="00415049" w:rsidRDefault="00415049" w:rsidP="006A1413">
            <w:pPr>
              <w:rPr>
                <w:rFonts w:ascii="Corbel" w:hAnsi="Corbel"/>
                <w:sz w:val="24"/>
                <w:szCs w:val="24"/>
              </w:rPr>
            </w:pPr>
            <w:r w:rsidRPr="00415049">
              <w:rPr>
                <w:rFonts w:ascii="Corbel" w:hAnsi="Corbel"/>
                <w:sz w:val="24"/>
                <w:szCs w:val="24"/>
              </w:rPr>
              <w:t>Wprowadzenie do statystyki</w:t>
            </w:r>
          </w:p>
        </w:tc>
      </w:tr>
      <w:tr w:rsidR="00415049" w:rsidRPr="009C54AE" w14:paraId="3D08B5EA" w14:textId="77777777" w:rsidTr="00923D7D">
        <w:tc>
          <w:tcPr>
            <w:tcW w:w="9639" w:type="dxa"/>
          </w:tcPr>
          <w:p w14:paraId="168D126E" w14:textId="77777777" w:rsidR="00415049" w:rsidRPr="00415049" w:rsidRDefault="00415049" w:rsidP="006A1413">
            <w:pPr>
              <w:rPr>
                <w:rFonts w:ascii="Corbel" w:hAnsi="Corbel"/>
                <w:sz w:val="24"/>
                <w:szCs w:val="24"/>
              </w:rPr>
            </w:pPr>
            <w:r w:rsidRPr="00415049">
              <w:rPr>
                <w:rFonts w:ascii="Corbel" w:hAnsi="Corbel"/>
                <w:sz w:val="24"/>
                <w:szCs w:val="24"/>
              </w:rPr>
              <w:t>Internetowe źródła informacji statystycznych</w:t>
            </w:r>
          </w:p>
        </w:tc>
      </w:tr>
      <w:tr w:rsidR="00415049" w:rsidRPr="009C54AE" w14:paraId="7E3864F2" w14:textId="77777777" w:rsidTr="00923D7D">
        <w:tc>
          <w:tcPr>
            <w:tcW w:w="9639" w:type="dxa"/>
          </w:tcPr>
          <w:p w14:paraId="1237B571" w14:textId="77777777" w:rsidR="00415049" w:rsidRPr="00415049" w:rsidRDefault="00415049" w:rsidP="006A1413">
            <w:pPr>
              <w:rPr>
                <w:rFonts w:ascii="Corbel" w:hAnsi="Corbel"/>
                <w:sz w:val="24"/>
                <w:szCs w:val="24"/>
              </w:rPr>
            </w:pPr>
            <w:r w:rsidRPr="00415049">
              <w:rPr>
                <w:rFonts w:ascii="Corbel" w:hAnsi="Corbel"/>
                <w:sz w:val="24"/>
                <w:szCs w:val="24"/>
              </w:rPr>
              <w:t>Zastosowanie Excela w statystyce</w:t>
            </w:r>
          </w:p>
        </w:tc>
      </w:tr>
      <w:tr w:rsidR="00415049" w:rsidRPr="009C54AE" w14:paraId="258838DF" w14:textId="77777777" w:rsidTr="00923D7D">
        <w:tc>
          <w:tcPr>
            <w:tcW w:w="9639" w:type="dxa"/>
          </w:tcPr>
          <w:p w14:paraId="5485A142" w14:textId="77777777" w:rsidR="00415049" w:rsidRPr="00415049" w:rsidRDefault="00415049" w:rsidP="006A1413">
            <w:pPr>
              <w:rPr>
                <w:rFonts w:ascii="Corbel" w:hAnsi="Corbel"/>
                <w:sz w:val="24"/>
                <w:szCs w:val="24"/>
              </w:rPr>
            </w:pPr>
            <w:r w:rsidRPr="00415049">
              <w:rPr>
                <w:rFonts w:ascii="Corbel" w:hAnsi="Corbel"/>
                <w:sz w:val="24"/>
                <w:szCs w:val="24"/>
              </w:rPr>
              <w:t>Analiza struktury zbiorowości</w:t>
            </w:r>
          </w:p>
        </w:tc>
      </w:tr>
      <w:tr w:rsidR="00415049" w:rsidRPr="009C54AE" w14:paraId="24FF46D1" w14:textId="77777777" w:rsidTr="00923D7D">
        <w:tc>
          <w:tcPr>
            <w:tcW w:w="9639" w:type="dxa"/>
          </w:tcPr>
          <w:p w14:paraId="75FA78F5" w14:textId="77777777" w:rsidR="00415049" w:rsidRPr="00415049" w:rsidRDefault="00415049" w:rsidP="006A1413">
            <w:pPr>
              <w:rPr>
                <w:rFonts w:ascii="Corbel" w:hAnsi="Corbel"/>
                <w:sz w:val="24"/>
                <w:szCs w:val="24"/>
              </w:rPr>
            </w:pPr>
            <w:r w:rsidRPr="00415049">
              <w:rPr>
                <w:rFonts w:ascii="Corbel" w:hAnsi="Corbel"/>
                <w:sz w:val="24"/>
                <w:szCs w:val="24"/>
              </w:rPr>
              <w:t>Analiza współzależności zjawisk</w:t>
            </w:r>
          </w:p>
        </w:tc>
      </w:tr>
    </w:tbl>
    <w:p w14:paraId="42836A9B" w14:textId="0F5EFA54" w:rsidR="0085747A" w:rsidRPr="009C54AE" w:rsidRDefault="009F4610" w:rsidP="0048700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69D82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B349DD" w14:textId="5BE482B8" w:rsidR="00E960BB" w:rsidRDefault="0041504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="00ED25B1">
        <w:rPr>
          <w:rFonts w:ascii="Corbel" w:hAnsi="Corbel"/>
          <w:b w:val="0"/>
          <w:smallCaps w:val="0"/>
          <w:szCs w:val="24"/>
        </w:rPr>
        <w:t>ykład z prezentacją, rozwiązywanie zadań, p</w:t>
      </w:r>
      <w:r w:rsidR="001C4489">
        <w:rPr>
          <w:rFonts w:ascii="Corbel" w:hAnsi="Corbel"/>
          <w:b w:val="0"/>
          <w:smallCaps w:val="0"/>
          <w:szCs w:val="24"/>
        </w:rPr>
        <w:t>raca w laboratorium</w:t>
      </w:r>
      <w:r w:rsidR="00FD0879">
        <w:rPr>
          <w:rFonts w:ascii="Corbel" w:hAnsi="Corbel"/>
          <w:b w:val="0"/>
          <w:smallCaps w:val="0"/>
          <w:szCs w:val="24"/>
        </w:rPr>
        <w:t xml:space="preserve"> </w:t>
      </w:r>
    </w:p>
    <w:p w14:paraId="6B255BE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449F9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AAB2D8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FDC34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390F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5972D3E" w14:textId="77777777" w:rsidTr="00C05F44">
        <w:tc>
          <w:tcPr>
            <w:tcW w:w="1985" w:type="dxa"/>
            <w:vAlign w:val="center"/>
          </w:tcPr>
          <w:p w14:paraId="7D0AD44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37E935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9E6571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4A76D2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612AD8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E008084" w14:textId="77777777" w:rsidTr="00C05F44">
        <w:tc>
          <w:tcPr>
            <w:tcW w:w="1985" w:type="dxa"/>
          </w:tcPr>
          <w:p w14:paraId="23AF754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proofErr w:type="gram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proofErr w:type="gram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D32B86D" w14:textId="77777777" w:rsidR="0085747A" w:rsidRPr="00FD0879" w:rsidRDefault="00415049" w:rsidP="00415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DD9F7B4" w14:textId="77777777" w:rsidR="0085747A" w:rsidRPr="009C54AE" w:rsidRDefault="00415049" w:rsidP="00DE56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gramEnd"/>
            <w:r w:rsidR="00522ADC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2ADC" w:rsidRPr="009C54AE" w14:paraId="462E9F3B" w14:textId="77777777" w:rsidTr="00C05F44">
        <w:tc>
          <w:tcPr>
            <w:tcW w:w="1985" w:type="dxa"/>
          </w:tcPr>
          <w:p w14:paraId="244F36C6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DF51649" w14:textId="77777777" w:rsidR="00522ADC" w:rsidRPr="009C54AE" w:rsidRDefault="00ED25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Cs w:val="24"/>
              </w:rPr>
              <w:t>kolokwium</w:t>
            </w:r>
            <w:proofErr w:type="gramEnd"/>
          </w:p>
        </w:tc>
        <w:tc>
          <w:tcPr>
            <w:tcW w:w="2126" w:type="dxa"/>
          </w:tcPr>
          <w:p w14:paraId="0E64A585" w14:textId="77777777" w:rsidR="00522ADC" w:rsidRPr="00522ADC" w:rsidRDefault="00DE5658" w:rsidP="00522AD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gramEnd"/>
            <w:r w:rsidR="00522ADC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2ADC" w:rsidRPr="009C54AE" w14:paraId="3C957AAF" w14:textId="77777777" w:rsidTr="003939BB">
        <w:trPr>
          <w:trHeight w:val="397"/>
        </w:trPr>
        <w:tc>
          <w:tcPr>
            <w:tcW w:w="1985" w:type="dxa"/>
          </w:tcPr>
          <w:p w14:paraId="059F71F4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0E3571C" w14:textId="77777777" w:rsidR="00522ADC" w:rsidRDefault="00ED25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Cs w:val="24"/>
              </w:rPr>
              <w:t>kolokwium</w:t>
            </w:r>
            <w:proofErr w:type="gramEnd"/>
          </w:p>
        </w:tc>
        <w:tc>
          <w:tcPr>
            <w:tcW w:w="2126" w:type="dxa"/>
          </w:tcPr>
          <w:p w14:paraId="3C91B33A" w14:textId="6E192538" w:rsidR="00522ADC" w:rsidRPr="003939BB" w:rsidRDefault="003939BB">
            <w:pPr>
              <w:rPr>
                <w:rFonts w:ascii="Corbel" w:hAnsi="Corbel"/>
                <w:sz w:val="24"/>
                <w:szCs w:val="24"/>
              </w:rPr>
            </w:pPr>
            <w:r w:rsidRPr="003939BB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4D90516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8FE7B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FB8FE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8420B6" w14:textId="77777777" w:rsidTr="00923D7D">
        <w:tc>
          <w:tcPr>
            <w:tcW w:w="9670" w:type="dxa"/>
          </w:tcPr>
          <w:p w14:paraId="47006088" w14:textId="77777777" w:rsidR="0085747A" w:rsidRPr="009C54AE" w:rsidRDefault="00415049" w:rsidP="00ED25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5049">
              <w:rPr>
                <w:rFonts w:ascii="Corbel" w:hAnsi="Corbel"/>
                <w:b w:val="0"/>
                <w:smallCaps w:val="0"/>
                <w:szCs w:val="24"/>
              </w:rPr>
              <w:t>Zaliczenie pisemne z praktycznej umiejętności posługiwania się arkuszem kalkulacyjnym – rozwiązywanie zadań za pomocą arkusza kalkulacyjnego Programu Office</w:t>
            </w:r>
          </w:p>
        </w:tc>
      </w:tr>
    </w:tbl>
    <w:p w14:paraId="0BE7E8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C0A66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BBDBA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E23840A" w14:textId="77777777" w:rsidTr="003E1941">
        <w:tc>
          <w:tcPr>
            <w:tcW w:w="4962" w:type="dxa"/>
            <w:vAlign w:val="center"/>
          </w:tcPr>
          <w:p w14:paraId="28A8B9F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BF2D6B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C56FF6" w14:textId="77777777" w:rsidTr="00923D7D">
        <w:tc>
          <w:tcPr>
            <w:tcW w:w="4962" w:type="dxa"/>
          </w:tcPr>
          <w:p w14:paraId="138D6CF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3993650" w14:textId="77777777" w:rsidR="0085747A" w:rsidRPr="009C54AE" w:rsidRDefault="004150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D7A29EE" w14:textId="77777777" w:rsidTr="00923D7D">
        <w:tc>
          <w:tcPr>
            <w:tcW w:w="4962" w:type="dxa"/>
          </w:tcPr>
          <w:p w14:paraId="0C64DC2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5D94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154EBA" w14:textId="77777777" w:rsidR="00C61DC5" w:rsidRPr="009C54AE" w:rsidRDefault="004150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137F30C" w14:textId="77777777" w:rsidTr="00923D7D">
        <w:tc>
          <w:tcPr>
            <w:tcW w:w="4962" w:type="dxa"/>
          </w:tcPr>
          <w:p w14:paraId="52A7930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1C0989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4AB786E" w14:textId="77777777" w:rsidR="00C61DC5" w:rsidRPr="009C54AE" w:rsidRDefault="004150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5F52F33B" w14:textId="77777777" w:rsidTr="00923D7D">
        <w:tc>
          <w:tcPr>
            <w:tcW w:w="4962" w:type="dxa"/>
          </w:tcPr>
          <w:p w14:paraId="6A73F11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CF50879" w14:textId="77777777" w:rsidR="0085747A" w:rsidRPr="009C54AE" w:rsidRDefault="004150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14:paraId="5B96023E" w14:textId="77777777" w:rsidTr="00923D7D">
        <w:tc>
          <w:tcPr>
            <w:tcW w:w="4962" w:type="dxa"/>
          </w:tcPr>
          <w:p w14:paraId="0C4A003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F71965" w14:textId="77777777" w:rsidR="0085747A" w:rsidRPr="009C54AE" w:rsidRDefault="004150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4E0FA7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5F556F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5E9E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3BAB7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F2C48" w:rsidRPr="009C54AE" w14:paraId="682AC93F" w14:textId="77777777" w:rsidTr="0071620A">
        <w:trPr>
          <w:trHeight w:val="397"/>
        </w:trPr>
        <w:tc>
          <w:tcPr>
            <w:tcW w:w="3544" w:type="dxa"/>
          </w:tcPr>
          <w:p w14:paraId="1D1CBF00" w14:textId="77777777" w:rsidR="009F2C48" w:rsidRPr="009C54AE" w:rsidRDefault="009F2C48" w:rsidP="009F2C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godzinowy</w:t>
            </w:r>
          </w:p>
        </w:tc>
        <w:tc>
          <w:tcPr>
            <w:tcW w:w="3969" w:type="dxa"/>
          </w:tcPr>
          <w:p w14:paraId="72D81F04" w14:textId="24D22648" w:rsidR="009F2C48" w:rsidRPr="009C54AE" w:rsidRDefault="009F2C48" w:rsidP="009F2C48">
            <w:pPr>
              <w:rPr>
                <w:b/>
                <w:smallCaps/>
              </w:rPr>
            </w:pPr>
            <w:r w:rsidRPr="0074061E">
              <w:t>Nie dotyczy</w:t>
            </w:r>
          </w:p>
        </w:tc>
      </w:tr>
      <w:tr w:rsidR="009F2C48" w:rsidRPr="009C54AE" w14:paraId="43A9A65D" w14:textId="77777777" w:rsidTr="0071620A">
        <w:trPr>
          <w:trHeight w:val="397"/>
        </w:trPr>
        <w:tc>
          <w:tcPr>
            <w:tcW w:w="3544" w:type="dxa"/>
          </w:tcPr>
          <w:p w14:paraId="4C776C33" w14:textId="77777777" w:rsidR="009F2C48" w:rsidRPr="009C54AE" w:rsidRDefault="009F2C48" w:rsidP="009F2C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i formy odbywania praktyk </w:t>
            </w:r>
          </w:p>
        </w:tc>
        <w:tc>
          <w:tcPr>
            <w:tcW w:w="3969" w:type="dxa"/>
          </w:tcPr>
          <w:p w14:paraId="1C7EB31A" w14:textId="2D136F39" w:rsidR="009F2C48" w:rsidRPr="009C54AE" w:rsidRDefault="009F2C48" w:rsidP="009F2C48">
            <w:pPr>
              <w:rPr>
                <w:b/>
                <w:smallCaps/>
              </w:rPr>
            </w:pPr>
            <w:r w:rsidRPr="0074061E">
              <w:t>Nie dotyczy</w:t>
            </w:r>
          </w:p>
        </w:tc>
      </w:tr>
    </w:tbl>
    <w:p w14:paraId="5E60274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CFEBC5" w14:textId="5D9EBA18" w:rsidR="0085747A" w:rsidRPr="009C54AE" w:rsidRDefault="009F2C4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14:paraId="2894ACA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06585BF" w14:textId="77777777" w:rsidTr="0071620A">
        <w:trPr>
          <w:trHeight w:val="397"/>
        </w:trPr>
        <w:tc>
          <w:tcPr>
            <w:tcW w:w="7513" w:type="dxa"/>
          </w:tcPr>
          <w:p w14:paraId="6AB02C1A" w14:textId="77777777" w:rsidR="0085747A" w:rsidRDefault="0085747A" w:rsidP="007C4B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398CC72" w14:textId="3C04C6FC" w:rsidR="00415049" w:rsidRPr="00415049" w:rsidRDefault="00415049" w:rsidP="007C4B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Najdecki</w:t>
            </w:r>
            <w:proofErr w:type="spellEnd"/>
            <w:r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</w:t>
            </w:r>
            <w:r w:rsidR="007C4B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(2010). </w:t>
            </w:r>
            <w:r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Praktyczne zast</w:t>
            </w:r>
            <w:r w:rsidR="007C4B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osowanie statystyki w edukacji. Rzeszów: Uniwersytet Rzeszowski.</w:t>
            </w:r>
          </w:p>
          <w:p w14:paraId="17E7F394" w14:textId="1598417C" w:rsidR="00415049" w:rsidRPr="00415049" w:rsidRDefault="00415049" w:rsidP="007C4B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Pusz P.,</w:t>
            </w:r>
            <w:r w:rsidR="007C4B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Zaręba L. (2006). Elementy statystyki. Rzeszów: „Fosze”.</w:t>
            </w:r>
          </w:p>
          <w:p w14:paraId="38783727" w14:textId="124CE576" w:rsidR="00415049" w:rsidRPr="007C4B4A" w:rsidRDefault="007C4B4A" w:rsidP="007C4B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B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Wrotek W. (2013).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ABC Excel 2013 PL.</w:t>
            </w:r>
            <w:r w:rsidR="00415049" w:rsidRPr="007C4B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C4B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Gliwice: </w:t>
            </w:r>
            <w:r w:rsidR="00415049" w:rsidRPr="007C4B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Helion 2013</w:t>
            </w:r>
          </w:p>
          <w:p w14:paraId="76E8AA75" w14:textId="583051E2" w:rsidR="00415049" w:rsidRPr="00415049" w:rsidRDefault="007C4B4A" w:rsidP="007C4B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Szwed R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(2009).</w:t>
            </w:r>
            <w:r w:rsidR="00415049"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Metody</w:t>
            </w:r>
            <w:proofErr w:type="gramEnd"/>
            <w:r w:rsidR="00415049"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statystyczne w naukach społecz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nych Elementy teorii i zadania. Lublin: Wyd. KUL.</w:t>
            </w:r>
            <w:r w:rsidR="00415049"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56E03BCB" w14:textId="3054955A" w:rsidR="00415049" w:rsidRPr="00415049" w:rsidRDefault="007C4B4A" w:rsidP="007C4B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Nawojczyk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(2004).</w:t>
            </w:r>
            <w:r w:rsidR="00415049"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Przewodnik</w:t>
            </w:r>
            <w:proofErr w:type="gramEnd"/>
            <w:r w:rsidR="00415049"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 statystyce dla socjologów, Kraków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SPSS Polska.</w:t>
            </w:r>
          </w:p>
          <w:p w14:paraId="7362CD29" w14:textId="01A3AF73" w:rsidR="00522ADC" w:rsidRPr="009C54AE" w:rsidRDefault="00415049" w:rsidP="007C4B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7C4B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ieczorkowska G., Wierzbiński J</w:t>
            </w:r>
            <w:proofErr w:type="gramStart"/>
            <w:r w:rsidR="007C4B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(2007).</w:t>
            </w:r>
            <w:bookmarkStart w:id="0" w:name="_GoBack"/>
            <w:bookmarkEnd w:id="0"/>
            <w:r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Statyst</w:t>
            </w:r>
            <w:r w:rsidR="007C4B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yka</w:t>
            </w:r>
            <w:proofErr w:type="gramEnd"/>
            <w:r w:rsidR="007C4B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Analiza badań społecznych. Warszawa: Scholar.</w:t>
            </w:r>
          </w:p>
        </w:tc>
      </w:tr>
      <w:tr w:rsidR="0085747A" w:rsidRPr="009C54AE" w14:paraId="3CF66C4B" w14:textId="77777777" w:rsidTr="0071620A">
        <w:trPr>
          <w:trHeight w:val="397"/>
        </w:trPr>
        <w:tc>
          <w:tcPr>
            <w:tcW w:w="7513" w:type="dxa"/>
          </w:tcPr>
          <w:p w14:paraId="41C8C0EF" w14:textId="77777777" w:rsidR="0085747A" w:rsidRDefault="0085747A" w:rsidP="007C4B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D9E74C7" w14:textId="1DAC1CBB" w:rsidR="00415049" w:rsidRPr="00415049" w:rsidRDefault="007C4B4A" w:rsidP="007C4B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Ferguson G. A.,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Takane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Y. (2003).</w:t>
            </w:r>
            <w:r w:rsidR="00415049"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Analiza statystyc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 w psychologii i pedagogice. </w:t>
            </w:r>
            <w:r w:rsidR="003406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Wydawnictwo PWN. </w:t>
            </w:r>
            <w:r w:rsidR="00415049"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(wybrane fragmenty)</w:t>
            </w:r>
          </w:p>
          <w:p w14:paraId="52F2DBF8" w14:textId="02259B26" w:rsidR="00415049" w:rsidRPr="00415049" w:rsidRDefault="003406C3" w:rsidP="007C4B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Bedyńska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Brzezicka A. (red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.) (2007). </w:t>
            </w:r>
            <w:r w:rsidR="00415049"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Statystyczny</w:t>
            </w:r>
            <w:proofErr w:type="gramEnd"/>
            <w:r w:rsidR="00415049"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drogowskaz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t xml:space="preserve"> </w:t>
            </w:r>
            <w:r w:rsidRPr="003406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Praktyczny poradnik analizy danych w naukach społeczny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 na przykładach z psychologii. Warszawa: </w:t>
            </w:r>
            <w:proofErr w:type="spellStart"/>
            <w:r w:rsidRPr="003406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Academica</w:t>
            </w:r>
            <w:proofErr w:type="spellEnd"/>
            <w:r w:rsidRPr="003406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SWPS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9EDA597" w14:textId="097F4B53" w:rsidR="00522ADC" w:rsidRPr="00DE5658" w:rsidRDefault="003406C3" w:rsidP="003406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Pavkov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Th., Pierce K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(2005).</w:t>
            </w:r>
            <w:r w:rsidR="00415049"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Do</w:t>
            </w:r>
            <w:proofErr w:type="gramEnd"/>
            <w:r w:rsidR="00415049"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biegu, gotowi - start! Wprowadzenie 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 SPSS dla Windows. Gdańsk: </w:t>
            </w:r>
            <w:r w:rsidR="00415049"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Gdańskie Wydawnictwo Psychologiczne.</w:t>
            </w:r>
          </w:p>
        </w:tc>
      </w:tr>
    </w:tbl>
    <w:p w14:paraId="54A55C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D2D4C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934E07" w14:textId="77777777" w:rsidR="00E60FE0" w:rsidRDefault="00E60FE0" w:rsidP="00C16ABF">
      <w:pPr>
        <w:spacing w:after="0" w:line="240" w:lineRule="auto"/>
      </w:pPr>
      <w:r>
        <w:separator/>
      </w:r>
    </w:p>
  </w:endnote>
  <w:endnote w:type="continuationSeparator" w:id="0">
    <w:p w14:paraId="13545DC6" w14:textId="77777777" w:rsidR="00E60FE0" w:rsidRDefault="00E60F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61711" w14:textId="77777777" w:rsidR="00E60FE0" w:rsidRDefault="00E60FE0" w:rsidP="00C16ABF">
      <w:pPr>
        <w:spacing w:after="0" w:line="240" w:lineRule="auto"/>
      </w:pPr>
      <w:r>
        <w:separator/>
      </w:r>
    </w:p>
  </w:footnote>
  <w:footnote w:type="continuationSeparator" w:id="0">
    <w:p w14:paraId="7677BCE3" w14:textId="77777777" w:rsidR="00E60FE0" w:rsidRDefault="00E60FE0" w:rsidP="00C16ABF">
      <w:pPr>
        <w:spacing w:after="0" w:line="240" w:lineRule="auto"/>
      </w:pPr>
      <w:r>
        <w:continuationSeparator/>
      </w:r>
    </w:p>
  </w:footnote>
  <w:footnote w:id="1">
    <w:p w14:paraId="222103D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62B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A81"/>
    <w:rsid w:val="000B3E37"/>
    <w:rsid w:val="000B5143"/>
    <w:rsid w:val="000D04B0"/>
    <w:rsid w:val="000F1C57"/>
    <w:rsid w:val="000F5615"/>
    <w:rsid w:val="00102B00"/>
    <w:rsid w:val="00103EE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B70"/>
    <w:rsid w:val="00192F37"/>
    <w:rsid w:val="001A70D2"/>
    <w:rsid w:val="001C4489"/>
    <w:rsid w:val="001D657B"/>
    <w:rsid w:val="001D7B54"/>
    <w:rsid w:val="001E0209"/>
    <w:rsid w:val="001F2CA2"/>
    <w:rsid w:val="002144C0"/>
    <w:rsid w:val="0022477D"/>
    <w:rsid w:val="002278A9"/>
    <w:rsid w:val="00231BF6"/>
    <w:rsid w:val="002336F9"/>
    <w:rsid w:val="0024028F"/>
    <w:rsid w:val="00244ABC"/>
    <w:rsid w:val="0024700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C8C"/>
    <w:rsid w:val="003343CF"/>
    <w:rsid w:val="003406C3"/>
    <w:rsid w:val="00346FE9"/>
    <w:rsid w:val="0034759A"/>
    <w:rsid w:val="003503F6"/>
    <w:rsid w:val="003530DD"/>
    <w:rsid w:val="00363F78"/>
    <w:rsid w:val="003939B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1504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8EF"/>
    <w:rsid w:val="004840FD"/>
    <w:rsid w:val="0048700A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3196"/>
    <w:rsid w:val="005B1FF3"/>
    <w:rsid w:val="005C080F"/>
    <w:rsid w:val="005C55E5"/>
    <w:rsid w:val="005C696A"/>
    <w:rsid w:val="005D537A"/>
    <w:rsid w:val="005E372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984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B4A"/>
    <w:rsid w:val="007D6E56"/>
    <w:rsid w:val="007E5C7B"/>
    <w:rsid w:val="007F4155"/>
    <w:rsid w:val="0081554D"/>
    <w:rsid w:val="0081707E"/>
    <w:rsid w:val="0083580A"/>
    <w:rsid w:val="008449B3"/>
    <w:rsid w:val="008552A2"/>
    <w:rsid w:val="0085555B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82C1A"/>
    <w:rsid w:val="00997F14"/>
    <w:rsid w:val="009A78D9"/>
    <w:rsid w:val="009C2DD9"/>
    <w:rsid w:val="009C3E31"/>
    <w:rsid w:val="009C54AE"/>
    <w:rsid w:val="009C5813"/>
    <w:rsid w:val="009C788E"/>
    <w:rsid w:val="009D3F3B"/>
    <w:rsid w:val="009E0543"/>
    <w:rsid w:val="009E3B41"/>
    <w:rsid w:val="009F2C48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83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1B85"/>
    <w:rsid w:val="00B82308"/>
    <w:rsid w:val="00B8641C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6BE5"/>
    <w:rsid w:val="00CE5BAC"/>
    <w:rsid w:val="00CF25BE"/>
    <w:rsid w:val="00CF78ED"/>
    <w:rsid w:val="00D02B25"/>
    <w:rsid w:val="00D02EBA"/>
    <w:rsid w:val="00D17C3C"/>
    <w:rsid w:val="00D26B2C"/>
    <w:rsid w:val="00D309F5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55C53"/>
    <w:rsid w:val="00E60FE0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25B1"/>
    <w:rsid w:val="00ED32D2"/>
    <w:rsid w:val="00EE32DE"/>
    <w:rsid w:val="00EE5457"/>
    <w:rsid w:val="00F04DE7"/>
    <w:rsid w:val="00F070AB"/>
    <w:rsid w:val="00F17567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6D88C"/>
  <w15:docId w15:val="{FD6F0E80-3425-446B-9933-7B760A62B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1B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1B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1BF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1B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1BF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57422A-173C-473D-8895-A760588420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FB9C8C-0B1F-46F1-9A1C-525FC0B70730}"/>
</file>

<file path=customXml/itemProps3.xml><?xml version="1.0" encoding="utf-8"?>
<ds:datastoreItem xmlns:ds="http://schemas.openxmlformats.org/officeDocument/2006/customXml" ds:itemID="{07C057AF-B542-4838-B877-F1E710803A59}"/>
</file>

<file path=customXml/itemProps4.xml><?xml version="1.0" encoding="utf-8"?>
<ds:datastoreItem xmlns:ds="http://schemas.openxmlformats.org/officeDocument/2006/customXml" ds:itemID="{96089662-FCF2-4216-947C-6AC48CFB3DE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734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</cp:lastModifiedBy>
  <cp:revision>2</cp:revision>
  <cp:lastPrinted>2019-02-06T12:12:00Z</cp:lastPrinted>
  <dcterms:created xsi:type="dcterms:W3CDTF">2021-09-20T13:46:00Z</dcterms:created>
  <dcterms:modified xsi:type="dcterms:W3CDTF">2021-09-20T13:46:00Z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